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5D31424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314F72">
        <w:rPr>
          <w:lang w:val="en-GB"/>
        </w:rPr>
        <w:t xml:space="preserve"> 12-G004-22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10FA730F" w:rsidR="00C44890" w:rsidRPr="00492684" w:rsidRDefault="006F0AE5" w:rsidP="00C44890">
      <w:pPr>
        <w:rPr>
          <w:lang w:val="en-GB"/>
        </w:rPr>
      </w:pPr>
      <w:r>
        <w:rPr>
          <w:lang w:val="en-GB"/>
        </w:rPr>
        <w:t xml:space="preserve">To purchase police uniform such as shine shoes in different sizes ie. Size 13,12,11,10,9, landyard for special constables – red, silver landyard for ceremonial, ceremonial landyard – double and red, belt, collar batch – black, collar batch ceremonial red, fabric light blue for blouse and fabric navy blue for trousers. 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0659CA57" w:rsidR="002A4740" w:rsidRDefault="00F725E5" w:rsidP="00F725E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Tax clearance</w:t>
      </w:r>
    </w:p>
    <w:p w14:paraId="3DB40DD9" w14:textId="2330B499" w:rsidR="00F725E5" w:rsidRDefault="00F725E5" w:rsidP="00F725E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Business valid license</w:t>
      </w:r>
    </w:p>
    <w:p w14:paraId="1E8D16F8" w14:textId="3347C2F8" w:rsidR="00F725E5" w:rsidRPr="00F725E5" w:rsidRDefault="00F725E5" w:rsidP="00F725E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Business reference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4BC70D82" w:rsidR="00C44890" w:rsidRPr="00EF1F46" w:rsidRDefault="00EF1F46" w:rsidP="00EF1F46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>Not needed.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0CE3B631" w:rsidR="00C44890" w:rsidRPr="00B31A87" w:rsidRDefault="00B31A87" w:rsidP="00F725E5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B31A87">
        <w:rPr>
          <w:sz w:val="24"/>
          <w:szCs w:val="24"/>
          <w:lang w:val="en-GB"/>
        </w:rPr>
        <w:t xml:space="preserve">The most favourable if the good could be supplied </w:t>
      </w:r>
      <w:r w:rsidR="00EF1F46">
        <w:rPr>
          <w:sz w:val="24"/>
          <w:szCs w:val="24"/>
          <w:lang w:val="en-GB"/>
        </w:rPr>
        <w:t>and arrived at Tarawa Police Headquarter on the 17/06/2022.  This time will give humble time for all police officer to prepare their uniform before the independence cerebration day.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2100C2D8" w:rsidR="002A4740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Shine shoes in pairs size 13</w:t>
            </w:r>
          </w:p>
        </w:tc>
        <w:tc>
          <w:tcPr>
            <w:tcW w:w="1134" w:type="dxa"/>
          </w:tcPr>
          <w:p w14:paraId="352597C6" w14:textId="654F8D66" w:rsidR="002A4740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0718AD62" w:rsidR="002A4740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Shine shoes in pairs size 12</w:t>
            </w:r>
          </w:p>
        </w:tc>
        <w:tc>
          <w:tcPr>
            <w:tcW w:w="1134" w:type="dxa"/>
          </w:tcPr>
          <w:p w14:paraId="468F09AE" w14:textId="62185993" w:rsidR="002A4740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27F0EA22" w:rsidR="002A4740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Shine shoes in pairs size 11</w:t>
            </w:r>
          </w:p>
        </w:tc>
        <w:tc>
          <w:tcPr>
            <w:tcW w:w="1134" w:type="dxa"/>
          </w:tcPr>
          <w:p w14:paraId="7E95E12C" w14:textId="652A7E9D" w:rsidR="002A4740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4390B84C" w:rsidR="002A4740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Shine shoes in pairs size 10</w:t>
            </w:r>
          </w:p>
        </w:tc>
        <w:tc>
          <w:tcPr>
            <w:tcW w:w="1134" w:type="dxa"/>
          </w:tcPr>
          <w:p w14:paraId="7287B7A9" w14:textId="461F8760" w:rsidR="002A4740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F1F46" w:rsidRPr="00492684" w14:paraId="4B1AC9A0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2D8D749" w14:textId="5DB5E28E" w:rsidR="00EF1F46" w:rsidRPr="00492684" w:rsidRDefault="00EF1F46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5</w:t>
            </w:r>
          </w:p>
        </w:tc>
        <w:tc>
          <w:tcPr>
            <w:tcW w:w="4678" w:type="dxa"/>
          </w:tcPr>
          <w:p w14:paraId="03C80B80" w14:textId="03767E66" w:rsidR="00EF1F46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Shine shoes in pairs size 9</w:t>
            </w:r>
          </w:p>
        </w:tc>
        <w:tc>
          <w:tcPr>
            <w:tcW w:w="1134" w:type="dxa"/>
          </w:tcPr>
          <w:p w14:paraId="2C6DEA45" w14:textId="5326F188" w:rsidR="00EF1F46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9" w:type="dxa"/>
          </w:tcPr>
          <w:p w14:paraId="0FC11876" w14:textId="77777777" w:rsidR="00EF1F46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DD40D9A" w14:textId="77777777" w:rsidR="00EF1F46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EF1F46" w:rsidRPr="00492684" w14:paraId="60E50239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4703E16" w14:textId="4C932297" w:rsidR="00EF1F46" w:rsidRDefault="00EF1F46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6</w:t>
            </w:r>
          </w:p>
        </w:tc>
        <w:tc>
          <w:tcPr>
            <w:tcW w:w="4678" w:type="dxa"/>
          </w:tcPr>
          <w:p w14:paraId="110ACF0D" w14:textId="08304416" w:rsidR="00EF1F46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Landyards for special constable  - red</w:t>
            </w:r>
          </w:p>
        </w:tc>
        <w:tc>
          <w:tcPr>
            <w:tcW w:w="1134" w:type="dxa"/>
          </w:tcPr>
          <w:p w14:paraId="66B5DF57" w14:textId="4179F0FC" w:rsidR="00EF1F46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559" w:type="dxa"/>
          </w:tcPr>
          <w:p w14:paraId="6A460098" w14:textId="77777777" w:rsidR="00EF1F46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A91A7F4" w14:textId="77777777" w:rsidR="00EF1F46" w:rsidRPr="00492684" w:rsidRDefault="00EF1F4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866A1" w:rsidRPr="00492684" w14:paraId="7093B79E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06ED967" w14:textId="77777777" w:rsidR="00F866A1" w:rsidRDefault="00F866A1" w:rsidP="00C44890">
            <w:pPr>
              <w:rPr>
                <w:lang w:val="en-GB"/>
              </w:rPr>
            </w:pPr>
          </w:p>
          <w:p w14:paraId="3E2F5E95" w14:textId="179730B1" w:rsidR="00F866A1" w:rsidRDefault="00F866A1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7</w:t>
            </w:r>
          </w:p>
        </w:tc>
        <w:tc>
          <w:tcPr>
            <w:tcW w:w="4678" w:type="dxa"/>
          </w:tcPr>
          <w:p w14:paraId="41B9C9CC" w14:textId="77777777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3A4C4369" w14:textId="0C50BEC7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Silver landyard – ceremonial </w:t>
            </w:r>
          </w:p>
        </w:tc>
        <w:tc>
          <w:tcPr>
            <w:tcW w:w="1134" w:type="dxa"/>
          </w:tcPr>
          <w:p w14:paraId="67707D41" w14:textId="77777777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1AC2DF59" w14:textId="568B6EF4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559" w:type="dxa"/>
          </w:tcPr>
          <w:p w14:paraId="40FF28C2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7CB62A3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866A1" w:rsidRPr="00492684" w14:paraId="601211B4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0A063C9" w14:textId="3E2C6ECB" w:rsidR="00F866A1" w:rsidRDefault="00F866A1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8</w:t>
            </w:r>
          </w:p>
        </w:tc>
        <w:tc>
          <w:tcPr>
            <w:tcW w:w="4678" w:type="dxa"/>
          </w:tcPr>
          <w:p w14:paraId="7420D21C" w14:textId="2158B806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Ceremonial landyard – double and red</w:t>
            </w:r>
          </w:p>
        </w:tc>
        <w:tc>
          <w:tcPr>
            <w:tcW w:w="1134" w:type="dxa"/>
          </w:tcPr>
          <w:p w14:paraId="2A296FF0" w14:textId="37FDF24B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150</w:t>
            </w:r>
          </w:p>
        </w:tc>
        <w:tc>
          <w:tcPr>
            <w:tcW w:w="1559" w:type="dxa"/>
          </w:tcPr>
          <w:p w14:paraId="12B81618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B344A45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866A1" w:rsidRPr="00492684" w14:paraId="53E3B353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D20C7C3" w14:textId="61635436" w:rsidR="00F866A1" w:rsidRDefault="00F866A1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9</w:t>
            </w:r>
          </w:p>
        </w:tc>
        <w:tc>
          <w:tcPr>
            <w:tcW w:w="4678" w:type="dxa"/>
          </w:tcPr>
          <w:p w14:paraId="2D9C5CC8" w14:textId="45B63FEF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Belt </w:t>
            </w:r>
          </w:p>
        </w:tc>
        <w:tc>
          <w:tcPr>
            <w:tcW w:w="1134" w:type="dxa"/>
          </w:tcPr>
          <w:p w14:paraId="62A02F6F" w14:textId="52B0905B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559" w:type="dxa"/>
          </w:tcPr>
          <w:p w14:paraId="364899CE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A413D91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866A1" w:rsidRPr="00492684" w14:paraId="05F914B9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CEB2B4B" w14:textId="7AD9883B" w:rsidR="00F866A1" w:rsidRDefault="00F866A1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10</w:t>
            </w:r>
          </w:p>
        </w:tc>
        <w:tc>
          <w:tcPr>
            <w:tcW w:w="4678" w:type="dxa"/>
          </w:tcPr>
          <w:p w14:paraId="24E8A29B" w14:textId="1308E370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Collar batch - black</w:t>
            </w:r>
          </w:p>
        </w:tc>
        <w:tc>
          <w:tcPr>
            <w:tcW w:w="1134" w:type="dxa"/>
          </w:tcPr>
          <w:p w14:paraId="0BB2DD4B" w14:textId="04169591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559" w:type="dxa"/>
          </w:tcPr>
          <w:p w14:paraId="67E03693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F9A8550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866A1" w:rsidRPr="00492684" w14:paraId="28101184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5631497" w14:textId="4CBD22F0" w:rsidR="00F866A1" w:rsidRDefault="00F866A1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11</w:t>
            </w:r>
          </w:p>
        </w:tc>
        <w:tc>
          <w:tcPr>
            <w:tcW w:w="4678" w:type="dxa"/>
          </w:tcPr>
          <w:p w14:paraId="7519D518" w14:textId="2C67E1AA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Collar batch ceremonial red</w:t>
            </w:r>
          </w:p>
        </w:tc>
        <w:tc>
          <w:tcPr>
            <w:tcW w:w="1134" w:type="dxa"/>
          </w:tcPr>
          <w:p w14:paraId="7B10FDD0" w14:textId="51B88FDB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559" w:type="dxa"/>
          </w:tcPr>
          <w:p w14:paraId="55E61DC1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810656D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866A1" w:rsidRPr="00492684" w14:paraId="0C1DD44C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99223F6" w14:textId="3DF2CC97" w:rsidR="00F866A1" w:rsidRDefault="00F866A1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12</w:t>
            </w:r>
          </w:p>
        </w:tc>
        <w:tc>
          <w:tcPr>
            <w:tcW w:w="4678" w:type="dxa"/>
          </w:tcPr>
          <w:p w14:paraId="267A769A" w14:textId="5E2C8557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Fabric light blue - blouse</w:t>
            </w:r>
          </w:p>
        </w:tc>
        <w:tc>
          <w:tcPr>
            <w:tcW w:w="1134" w:type="dxa"/>
          </w:tcPr>
          <w:p w14:paraId="4324AA71" w14:textId="6A4679D2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rolls</w:t>
            </w:r>
          </w:p>
        </w:tc>
        <w:tc>
          <w:tcPr>
            <w:tcW w:w="1559" w:type="dxa"/>
          </w:tcPr>
          <w:p w14:paraId="70AB893D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BCE157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866A1" w:rsidRPr="00492684" w14:paraId="3C331FCC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B1D4699" w14:textId="0FFEE505" w:rsidR="00F866A1" w:rsidRDefault="00F866A1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13</w:t>
            </w:r>
          </w:p>
        </w:tc>
        <w:tc>
          <w:tcPr>
            <w:tcW w:w="4678" w:type="dxa"/>
          </w:tcPr>
          <w:p w14:paraId="2D2A477B" w14:textId="52E7C7E3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Fabric navy blue - trousers</w:t>
            </w:r>
          </w:p>
        </w:tc>
        <w:tc>
          <w:tcPr>
            <w:tcW w:w="1134" w:type="dxa"/>
          </w:tcPr>
          <w:p w14:paraId="4A0502BD" w14:textId="08FFE395" w:rsidR="00F866A1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rolls</w:t>
            </w:r>
          </w:p>
        </w:tc>
        <w:tc>
          <w:tcPr>
            <w:tcW w:w="1559" w:type="dxa"/>
          </w:tcPr>
          <w:p w14:paraId="3D46EA52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4982793" w14:textId="77777777" w:rsidR="00F866A1" w:rsidRPr="00492684" w:rsidRDefault="00F866A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4809" w14:textId="77777777" w:rsidR="00C14C9D" w:rsidRDefault="00C14C9D">
      <w:r>
        <w:separator/>
      </w:r>
    </w:p>
  </w:endnote>
  <w:endnote w:type="continuationSeparator" w:id="0">
    <w:p w14:paraId="35426CDB" w14:textId="77777777" w:rsidR="00C14C9D" w:rsidRDefault="00C14C9D">
      <w:r>
        <w:continuationSeparator/>
      </w:r>
    </w:p>
  </w:endnote>
  <w:endnote w:type="continuationNotice" w:id="1">
    <w:p w14:paraId="2F8DED07" w14:textId="77777777" w:rsidR="00C14C9D" w:rsidRDefault="00C14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76F451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14F72">
      <w:rPr>
        <w:noProof/>
      </w:rPr>
      <w:t>2022-05-19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E7241" w14:textId="77777777" w:rsidR="00C14C9D" w:rsidRDefault="00C14C9D">
      <w:r>
        <w:separator/>
      </w:r>
    </w:p>
  </w:footnote>
  <w:footnote w:type="continuationSeparator" w:id="0">
    <w:p w14:paraId="444D1FED" w14:textId="77777777" w:rsidR="00C14C9D" w:rsidRDefault="00C14C9D">
      <w:r>
        <w:continuationSeparator/>
      </w:r>
    </w:p>
  </w:footnote>
  <w:footnote w:type="continuationNotice" w:id="1">
    <w:p w14:paraId="5D344F83" w14:textId="77777777" w:rsidR="00C14C9D" w:rsidRDefault="00C14C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17117E8"/>
    <w:multiLevelType w:val="hybridMultilevel"/>
    <w:tmpl w:val="9EE07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A5235"/>
    <w:multiLevelType w:val="hybridMultilevel"/>
    <w:tmpl w:val="0DCE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C4EC6"/>
    <w:multiLevelType w:val="hybridMultilevel"/>
    <w:tmpl w:val="ADB44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578424">
    <w:abstractNumId w:val="1"/>
  </w:num>
  <w:num w:numId="2" w16cid:durableId="1097990844">
    <w:abstractNumId w:val="16"/>
  </w:num>
  <w:num w:numId="3" w16cid:durableId="995650161">
    <w:abstractNumId w:val="17"/>
  </w:num>
  <w:num w:numId="4" w16cid:durableId="1161117856">
    <w:abstractNumId w:val="8"/>
  </w:num>
  <w:num w:numId="5" w16cid:durableId="2088727167">
    <w:abstractNumId w:val="6"/>
  </w:num>
  <w:num w:numId="6" w16cid:durableId="534345091">
    <w:abstractNumId w:val="12"/>
  </w:num>
  <w:num w:numId="7" w16cid:durableId="543106286">
    <w:abstractNumId w:val="9"/>
  </w:num>
  <w:num w:numId="8" w16cid:durableId="260337893">
    <w:abstractNumId w:val="14"/>
  </w:num>
  <w:num w:numId="9" w16cid:durableId="607735921">
    <w:abstractNumId w:val="0"/>
  </w:num>
  <w:num w:numId="10" w16cid:durableId="1522813886">
    <w:abstractNumId w:val="13"/>
  </w:num>
  <w:num w:numId="11" w16cid:durableId="1991058398">
    <w:abstractNumId w:val="3"/>
  </w:num>
  <w:num w:numId="12" w16cid:durableId="1545368170">
    <w:abstractNumId w:val="11"/>
  </w:num>
  <w:num w:numId="13" w16cid:durableId="2093893365">
    <w:abstractNumId w:val="15"/>
  </w:num>
  <w:num w:numId="14" w16cid:durableId="2083595697">
    <w:abstractNumId w:val="5"/>
  </w:num>
  <w:num w:numId="15" w16cid:durableId="1600524898">
    <w:abstractNumId w:val="10"/>
  </w:num>
  <w:num w:numId="16" w16cid:durableId="638459004">
    <w:abstractNumId w:val="7"/>
  </w:num>
  <w:num w:numId="17" w16cid:durableId="1769542746">
    <w:abstractNumId w:val="4"/>
  </w:num>
  <w:num w:numId="18" w16cid:durableId="214087667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4163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4F72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AE5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2ADA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A87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4C9D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03D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1F46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5E5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66A1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4AE1CEF0-A539-4F7F-BB6A-958B6437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3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1519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Koaa Ekeata</cp:lastModifiedBy>
  <cp:revision>3</cp:revision>
  <cp:lastPrinted>2013-10-18T08:32:00Z</cp:lastPrinted>
  <dcterms:created xsi:type="dcterms:W3CDTF">2022-04-13T23:11:00Z</dcterms:created>
  <dcterms:modified xsi:type="dcterms:W3CDTF">2022-05-18T21:28:00Z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